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7E1" w:rsidRPr="00A211D2" w:rsidRDefault="003527E1" w:rsidP="00BC26D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211D2">
        <w:rPr>
          <w:b/>
          <w:sz w:val="32"/>
          <w:szCs w:val="32"/>
        </w:rPr>
        <w:t>ЗАКОН УЛЬЯНОВСКОЙ ОБЛАСТИ</w:t>
      </w:r>
    </w:p>
    <w:p w:rsidR="003527E1" w:rsidRDefault="003527E1" w:rsidP="00BC26D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527E1" w:rsidRPr="00CB19E5" w:rsidRDefault="003527E1" w:rsidP="00BC26D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527E1" w:rsidRDefault="003527E1" w:rsidP="00CF5B7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527E1" w:rsidRPr="00F70B49" w:rsidRDefault="003527E1" w:rsidP="00F70B4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8"/>
        </w:rPr>
      </w:pPr>
    </w:p>
    <w:p w:rsidR="003527E1" w:rsidRPr="00C114CF" w:rsidRDefault="003527E1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>О внесении изменения в статью 1 Закона Ульяновской области</w:t>
      </w:r>
    </w:p>
    <w:p w:rsidR="003527E1" w:rsidRDefault="003527E1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 xml:space="preserve"> «О порядке перемещения задержанных транспортных средств </w:t>
      </w:r>
    </w:p>
    <w:p w:rsidR="003527E1" w:rsidRDefault="003527E1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</w:t>
      </w:r>
    </w:p>
    <w:p w:rsidR="003527E1" w:rsidRDefault="003527E1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>за админи</w:t>
      </w:r>
      <w:r>
        <w:rPr>
          <w:b/>
          <w:bCs/>
          <w:sz w:val="28"/>
          <w:szCs w:val="28"/>
          <w:lang w:eastAsia="en-US"/>
        </w:rPr>
        <w:t>стративные правонарушения, повлё</w:t>
      </w:r>
      <w:r w:rsidRPr="00C114CF">
        <w:rPr>
          <w:b/>
          <w:bCs/>
          <w:sz w:val="28"/>
          <w:szCs w:val="28"/>
          <w:lang w:eastAsia="en-US"/>
        </w:rPr>
        <w:t xml:space="preserve">кшие применение задержания транспортных средств, стоимости перемещения и хранения </w:t>
      </w:r>
    </w:p>
    <w:p w:rsidR="003527E1" w:rsidRPr="00C114CF" w:rsidRDefault="003527E1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>задержанных транспортных средств»</w:t>
      </w:r>
    </w:p>
    <w:p w:rsidR="003527E1" w:rsidRPr="00C6052A" w:rsidRDefault="003527E1" w:rsidP="00BC26DF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7E1" w:rsidRDefault="003527E1" w:rsidP="00C605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24 января 2018 года</w:t>
      </w:r>
    </w:p>
    <w:p w:rsidR="003527E1" w:rsidRPr="00C6052A" w:rsidRDefault="003527E1" w:rsidP="00BC26DF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7E1" w:rsidRPr="0060116C" w:rsidRDefault="003527E1" w:rsidP="00BC26DF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7E1" w:rsidRPr="00C114CF" w:rsidRDefault="003527E1" w:rsidP="00AC3C9E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C114CF">
        <w:rPr>
          <w:sz w:val="28"/>
          <w:szCs w:val="28"/>
          <w:lang w:eastAsia="en-US"/>
        </w:rPr>
        <w:t xml:space="preserve">Внести в статью 1 </w:t>
      </w:r>
      <w:hyperlink r:id="rId7" w:history="1">
        <w:r w:rsidRPr="00C114CF">
          <w:rPr>
            <w:sz w:val="28"/>
            <w:szCs w:val="28"/>
            <w:lang w:eastAsia="en-US"/>
          </w:rPr>
          <w:t>Закон</w:t>
        </w:r>
      </w:hyperlink>
      <w:r w:rsidRPr="00C114CF">
        <w:rPr>
          <w:sz w:val="28"/>
          <w:szCs w:val="28"/>
          <w:lang w:eastAsia="en-US"/>
        </w:rPr>
        <w:t>а Ульяновской области от 30 ноября 2011 года</w:t>
      </w:r>
      <w:r>
        <w:rPr>
          <w:sz w:val="28"/>
          <w:szCs w:val="28"/>
          <w:lang w:eastAsia="en-US"/>
        </w:rPr>
        <w:br/>
      </w:r>
      <w:r w:rsidRPr="00C114CF">
        <w:rPr>
          <w:sz w:val="28"/>
          <w:szCs w:val="28"/>
          <w:lang w:eastAsia="en-US"/>
        </w:rPr>
        <w:t xml:space="preserve">№ 207-ЗО </w:t>
      </w:r>
      <w:r w:rsidRPr="00C114CF">
        <w:rPr>
          <w:bCs/>
          <w:sz w:val="28"/>
          <w:szCs w:val="28"/>
          <w:lang w:eastAsia="en-US"/>
        </w:rPr>
        <w:t>«О порядке перемещения задержанных транспортных средств</w:t>
      </w:r>
      <w:r>
        <w:rPr>
          <w:bCs/>
          <w:sz w:val="28"/>
          <w:szCs w:val="28"/>
          <w:lang w:eastAsia="en-US"/>
        </w:rPr>
        <w:br/>
      </w:r>
      <w:r w:rsidRPr="00C114CF">
        <w:rPr>
          <w:bCs/>
          <w:sz w:val="28"/>
          <w:szCs w:val="28"/>
          <w:lang w:eastAsia="en-US"/>
        </w:rPr>
        <w:t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</w:t>
      </w:r>
      <w:r>
        <w:rPr>
          <w:bCs/>
          <w:sz w:val="28"/>
          <w:szCs w:val="28"/>
          <w:lang w:eastAsia="en-US"/>
        </w:rPr>
        <w:br/>
      </w:r>
      <w:r w:rsidRPr="00C114CF">
        <w:rPr>
          <w:bCs/>
          <w:sz w:val="28"/>
          <w:szCs w:val="28"/>
          <w:lang w:eastAsia="en-US"/>
        </w:rPr>
        <w:t>за админи</w:t>
      </w:r>
      <w:r>
        <w:rPr>
          <w:bCs/>
          <w:sz w:val="28"/>
          <w:szCs w:val="28"/>
          <w:lang w:eastAsia="en-US"/>
        </w:rPr>
        <w:t>стративные правонарушения, повлё</w:t>
      </w:r>
      <w:r w:rsidRPr="00C114CF">
        <w:rPr>
          <w:bCs/>
          <w:sz w:val="28"/>
          <w:szCs w:val="28"/>
          <w:lang w:eastAsia="en-US"/>
        </w:rPr>
        <w:t xml:space="preserve">кшие применение задержания транспортных средств, стоимости перемещения и хранения задержанных транспортных средств» </w:t>
      </w:r>
      <w:r w:rsidRPr="00C114CF">
        <w:rPr>
          <w:sz w:val="28"/>
          <w:szCs w:val="28"/>
          <w:lang w:eastAsia="en-US"/>
        </w:rPr>
        <w:t>(«Ульяновская правда» от 07.12.2011 № 138;</w:t>
      </w:r>
      <w:r>
        <w:rPr>
          <w:sz w:val="28"/>
          <w:szCs w:val="28"/>
          <w:lang w:eastAsia="en-US"/>
        </w:rPr>
        <w:br/>
      </w:r>
      <w:r w:rsidRPr="00C114CF">
        <w:rPr>
          <w:sz w:val="28"/>
          <w:szCs w:val="28"/>
          <w:lang w:eastAsia="en-US"/>
        </w:rPr>
        <w:t>от 10.04</w:t>
      </w:r>
      <w:r>
        <w:rPr>
          <w:sz w:val="28"/>
          <w:szCs w:val="28"/>
          <w:lang w:eastAsia="en-US"/>
        </w:rPr>
        <w:t>.2013 № 39; от 14.11.2013 № 146;</w:t>
      </w:r>
      <w:r w:rsidRPr="00C114CF">
        <w:rPr>
          <w:sz w:val="28"/>
          <w:szCs w:val="28"/>
          <w:lang w:eastAsia="en-US"/>
        </w:rPr>
        <w:t xml:space="preserve"> от 27</w:t>
      </w:r>
      <w:bookmarkStart w:id="0" w:name="_GoBack"/>
      <w:bookmarkEnd w:id="0"/>
      <w:r w:rsidRPr="00C114CF">
        <w:rPr>
          <w:sz w:val="28"/>
          <w:szCs w:val="28"/>
          <w:lang w:eastAsia="en-US"/>
        </w:rPr>
        <w:t>.12.2016 № 140) изменение, дополнив</w:t>
      </w:r>
      <w:r>
        <w:rPr>
          <w:sz w:val="28"/>
          <w:szCs w:val="28"/>
          <w:lang w:eastAsia="en-US"/>
        </w:rPr>
        <w:t xml:space="preserve"> её</w:t>
      </w:r>
      <w:r w:rsidRPr="00C114CF">
        <w:rPr>
          <w:sz w:val="28"/>
          <w:szCs w:val="28"/>
          <w:lang w:eastAsia="en-US"/>
        </w:rPr>
        <w:t xml:space="preserve"> после слов «</w:t>
      </w:r>
      <w:r w:rsidRPr="00C114CF">
        <w:rPr>
          <w:sz w:val="28"/>
          <w:szCs w:val="28"/>
        </w:rPr>
        <w:t>перемещения задержанных транспортных средств» словами «(включая маломерные суда)».</w:t>
      </w:r>
    </w:p>
    <w:p w:rsidR="003527E1" w:rsidRDefault="003527E1" w:rsidP="00AC3C9E">
      <w:pPr>
        <w:suppressAutoHyphens/>
        <w:jc w:val="both"/>
        <w:rPr>
          <w:b/>
          <w:sz w:val="28"/>
          <w:szCs w:val="28"/>
        </w:rPr>
      </w:pPr>
    </w:p>
    <w:p w:rsidR="003527E1" w:rsidRPr="00F70B49" w:rsidRDefault="003527E1" w:rsidP="00AC3C9E">
      <w:pPr>
        <w:suppressAutoHyphens/>
        <w:jc w:val="both"/>
        <w:rPr>
          <w:b/>
          <w:sz w:val="18"/>
          <w:szCs w:val="28"/>
        </w:rPr>
      </w:pPr>
    </w:p>
    <w:p w:rsidR="003527E1" w:rsidRDefault="003527E1" w:rsidP="00AC3C9E">
      <w:pPr>
        <w:suppressAutoHyphens/>
        <w:jc w:val="both"/>
        <w:rPr>
          <w:b/>
          <w:sz w:val="28"/>
          <w:szCs w:val="28"/>
        </w:rPr>
      </w:pPr>
    </w:p>
    <w:p w:rsidR="003527E1" w:rsidRPr="00CB19E5" w:rsidRDefault="003527E1" w:rsidP="00BC26DF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 xml:space="preserve">Губернатор Ульяновской области                              </w:t>
      </w:r>
      <w:r>
        <w:rPr>
          <w:b/>
          <w:sz w:val="28"/>
          <w:szCs w:val="28"/>
        </w:rPr>
        <w:t xml:space="preserve">    </w:t>
      </w:r>
      <w:r w:rsidRPr="00CB19E5">
        <w:rPr>
          <w:b/>
          <w:sz w:val="28"/>
          <w:szCs w:val="28"/>
        </w:rPr>
        <w:t xml:space="preserve">                      С.И.Морозов</w:t>
      </w:r>
    </w:p>
    <w:p w:rsidR="003527E1" w:rsidRPr="005E3521" w:rsidRDefault="003527E1" w:rsidP="00BC26DF">
      <w:pPr>
        <w:suppressAutoHyphens/>
        <w:jc w:val="center"/>
        <w:rPr>
          <w:sz w:val="28"/>
          <w:szCs w:val="28"/>
        </w:rPr>
      </w:pPr>
    </w:p>
    <w:p w:rsidR="003527E1" w:rsidRPr="005E3521" w:rsidRDefault="003527E1" w:rsidP="00BC26DF">
      <w:pPr>
        <w:suppressAutoHyphens/>
        <w:jc w:val="center"/>
        <w:rPr>
          <w:sz w:val="36"/>
          <w:szCs w:val="28"/>
        </w:rPr>
      </w:pPr>
    </w:p>
    <w:p w:rsidR="003527E1" w:rsidRPr="00CB19E5" w:rsidRDefault="003527E1" w:rsidP="00BC26DF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3527E1" w:rsidRPr="00CB19E5" w:rsidRDefault="003527E1" w:rsidP="00BC26D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25 января 2018</w:t>
      </w:r>
      <w:r w:rsidRPr="00CB19E5">
        <w:rPr>
          <w:sz w:val="28"/>
          <w:szCs w:val="28"/>
        </w:rPr>
        <w:t xml:space="preserve"> г.</w:t>
      </w:r>
    </w:p>
    <w:p w:rsidR="003527E1" w:rsidRPr="00494660" w:rsidRDefault="003527E1" w:rsidP="00AC3C9E">
      <w:pPr>
        <w:suppressAutoHyphens/>
        <w:jc w:val="center"/>
      </w:pPr>
      <w:r w:rsidRPr="00CB19E5">
        <w:rPr>
          <w:sz w:val="28"/>
          <w:szCs w:val="28"/>
        </w:rPr>
        <w:t>№</w:t>
      </w:r>
      <w:r>
        <w:rPr>
          <w:sz w:val="28"/>
          <w:szCs w:val="28"/>
        </w:rPr>
        <w:t xml:space="preserve"> 02</w:t>
      </w:r>
      <w:r w:rsidRPr="00CB19E5">
        <w:rPr>
          <w:sz w:val="28"/>
          <w:szCs w:val="28"/>
        </w:rPr>
        <w:t>-ЗО</w:t>
      </w:r>
    </w:p>
    <w:sectPr w:rsidR="003527E1" w:rsidRPr="00494660" w:rsidSect="00F70B49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E1" w:rsidRDefault="003527E1">
      <w:r>
        <w:separator/>
      </w:r>
    </w:p>
  </w:endnote>
  <w:endnote w:type="continuationSeparator" w:id="0">
    <w:p w:rsidR="003527E1" w:rsidRDefault="00352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E1" w:rsidRPr="00CF5B70" w:rsidRDefault="003527E1" w:rsidP="00AD5D1E">
    <w:pPr>
      <w:pStyle w:val="Footer"/>
      <w:jc w:val="right"/>
      <w:rPr>
        <w:sz w:val="16"/>
        <w:szCs w:val="18"/>
      </w:rPr>
    </w:pPr>
    <w:r w:rsidRPr="00CF5B70">
      <w:rPr>
        <w:sz w:val="16"/>
        <w:szCs w:val="18"/>
      </w:rPr>
      <w:t>1001ар1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E1" w:rsidRDefault="003527E1">
      <w:r>
        <w:separator/>
      </w:r>
    </w:p>
  </w:footnote>
  <w:footnote w:type="continuationSeparator" w:id="0">
    <w:p w:rsidR="003527E1" w:rsidRDefault="003527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E1" w:rsidRDefault="003527E1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27E1" w:rsidRDefault="00352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E1" w:rsidRPr="001133A9" w:rsidRDefault="003527E1" w:rsidP="006424C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133A9">
      <w:rPr>
        <w:rStyle w:val="PageNumber"/>
        <w:sz w:val="28"/>
        <w:szCs w:val="28"/>
      </w:rPr>
      <w:fldChar w:fldCharType="end"/>
    </w:r>
  </w:p>
  <w:p w:rsidR="003527E1" w:rsidRDefault="00352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43D5"/>
    <w:multiLevelType w:val="hybridMultilevel"/>
    <w:tmpl w:val="1896AC18"/>
    <w:lvl w:ilvl="0" w:tplc="D2C2E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37A0025"/>
    <w:multiLevelType w:val="hybridMultilevel"/>
    <w:tmpl w:val="3134DFDA"/>
    <w:lvl w:ilvl="0" w:tplc="3894F5E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E"/>
    <w:rsid w:val="0000792C"/>
    <w:rsid w:val="00070D33"/>
    <w:rsid w:val="000D27D6"/>
    <w:rsid w:val="001133A9"/>
    <w:rsid w:val="001155B0"/>
    <w:rsid w:val="00146694"/>
    <w:rsid w:val="00163D3B"/>
    <w:rsid w:val="001642E9"/>
    <w:rsid w:val="0021036E"/>
    <w:rsid w:val="00306A67"/>
    <w:rsid w:val="003527E1"/>
    <w:rsid w:val="0036454D"/>
    <w:rsid w:val="003A5655"/>
    <w:rsid w:val="0040358A"/>
    <w:rsid w:val="00457657"/>
    <w:rsid w:val="00494660"/>
    <w:rsid w:val="00497A61"/>
    <w:rsid w:val="004F6252"/>
    <w:rsid w:val="00500B84"/>
    <w:rsid w:val="00500D49"/>
    <w:rsid w:val="00504E98"/>
    <w:rsid w:val="00575399"/>
    <w:rsid w:val="005B0E84"/>
    <w:rsid w:val="005E3521"/>
    <w:rsid w:val="0060116C"/>
    <w:rsid w:val="00625D05"/>
    <w:rsid w:val="006367E0"/>
    <w:rsid w:val="006424CF"/>
    <w:rsid w:val="00670E2B"/>
    <w:rsid w:val="00673C75"/>
    <w:rsid w:val="006839E3"/>
    <w:rsid w:val="0069673C"/>
    <w:rsid w:val="00712720"/>
    <w:rsid w:val="00731362"/>
    <w:rsid w:val="007552D0"/>
    <w:rsid w:val="007865C6"/>
    <w:rsid w:val="00791AF3"/>
    <w:rsid w:val="008439F2"/>
    <w:rsid w:val="00857D1E"/>
    <w:rsid w:val="008B2D9D"/>
    <w:rsid w:val="00946C66"/>
    <w:rsid w:val="00967FCD"/>
    <w:rsid w:val="00A211D2"/>
    <w:rsid w:val="00A25EB2"/>
    <w:rsid w:val="00AA1346"/>
    <w:rsid w:val="00AC3C9E"/>
    <w:rsid w:val="00AC6061"/>
    <w:rsid w:val="00AD5D1E"/>
    <w:rsid w:val="00B16C73"/>
    <w:rsid w:val="00B32DD6"/>
    <w:rsid w:val="00B4163C"/>
    <w:rsid w:val="00BC26DF"/>
    <w:rsid w:val="00BF1866"/>
    <w:rsid w:val="00C114CF"/>
    <w:rsid w:val="00C6052A"/>
    <w:rsid w:val="00C7598B"/>
    <w:rsid w:val="00CB19E5"/>
    <w:rsid w:val="00CF5B70"/>
    <w:rsid w:val="00CF5FDA"/>
    <w:rsid w:val="00E15E02"/>
    <w:rsid w:val="00E56ED9"/>
    <w:rsid w:val="00E57407"/>
    <w:rsid w:val="00EF0159"/>
    <w:rsid w:val="00EF2408"/>
    <w:rsid w:val="00F27965"/>
    <w:rsid w:val="00F70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D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26D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26DF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00792C"/>
    <w:rPr>
      <w:b/>
      <w:color w:val="26282F"/>
    </w:rPr>
  </w:style>
  <w:style w:type="paragraph" w:customStyle="1" w:styleId="a0">
    <w:name w:val="Заголовок статьи"/>
    <w:basedOn w:val="Normal"/>
    <w:next w:val="Normal"/>
    <w:uiPriority w:val="99"/>
    <w:rsid w:val="000079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BC26DF"/>
    <w:rPr>
      <w:rFonts w:cs="Times New Roman"/>
    </w:rPr>
  </w:style>
  <w:style w:type="paragraph" w:customStyle="1" w:styleId="ConsNonformat">
    <w:name w:val="ConsNonformat"/>
    <w:uiPriority w:val="99"/>
    <w:rsid w:val="00BC26D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BC26DF"/>
    <w:rPr>
      <w:sz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BC26DF"/>
    <w:pPr>
      <w:widowControl w:val="0"/>
      <w:shd w:val="clear" w:color="auto" w:fill="FFFFFF"/>
      <w:spacing w:line="355" w:lineRule="exact"/>
      <w:jc w:val="right"/>
    </w:pPr>
    <w:rPr>
      <w:rFonts w:ascii="Calibri" w:eastAsia="Calibri" w:hAnsi="Calibri"/>
      <w:sz w:val="26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F2408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Гипертекстовая ссылка"/>
    <w:basedOn w:val="a"/>
    <w:uiPriority w:val="99"/>
    <w:rsid w:val="00BC26DF"/>
    <w:rPr>
      <w:rFonts w:cs="Times New Roman"/>
      <w:bCs/>
      <w:color w:val="106BBE"/>
    </w:rPr>
  </w:style>
  <w:style w:type="paragraph" w:styleId="ListParagraph">
    <w:name w:val="List Paragraph"/>
    <w:basedOn w:val="Normal"/>
    <w:uiPriority w:val="99"/>
    <w:qFormat/>
    <w:rsid w:val="00BC26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576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5FDA"/>
    <w:rPr>
      <w:rFonts w:ascii="Times New Roman" w:hAnsi="Times New Roman" w:cs="Times New Roman"/>
      <w:sz w:val="2"/>
    </w:rPr>
  </w:style>
  <w:style w:type="paragraph" w:customStyle="1" w:styleId="ConsPlusTitle">
    <w:name w:val="ConsPlusTitle"/>
    <w:uiPriority w:val="99"/>
    <w:rsid w:val="00C6052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74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5231064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239</Words>
  <Characters>1363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Пользователь</cp:lastModifiedBy>
  <cp:revision>11</cp:revision>
  <cp:lastPrinted>2018-01-11T06:37:00Z</cp:lastPrinted>
  <dcterms:created xsi:type="dcterms:W3CDTF">2018-01-10T06:34:00Z</dcterms:created>
  <dcterms:modified xsi:type="dcterms:W3CDTF">2018-01-31T06:05:00Z</dcterms:modified>
</cp:coreProperties>
</file>